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533E" w14:textId="77777777" w:rsidR="00D95962" w:rsidRDefault="00770B6C" w:rsidP="0092692B">
      <w:pPr>
        <w:pStyle w:val="BodyText"/>
        <w:tabs>
          <w:tab w:val="left" w:pos="1701"/>
        </w:tabs>
      </w:pPr>
      <w:r>
        <w:t>EEP</w:t>
      </w:r>
      <w:r w:rsidR="006F0F0B">
        <w:t>20</w:t>
      </w:r>
      <w:r w:rsidR="0092692B">
        <w:tab/>
      </w:r>
      <w:r w:rsidR="001C44A3">
        <w:t xml:space="preserve">Input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14:paraId="4D101EA1" w14:textId="77777777" w:rsidR="00A446C9" w:rsidRDefault="00A446C9" w:rsidP="0013135B">
      <w:pPr>
        <w:pStyle w:val="BodyText"/>
        <w:tabs>
          <w:tab w:val="left" w:pos="2835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  <w:bookmarkStart w:id="0" w:name="_GoBack"/>
      <w:bookmarkEnd w:id="0"/>
    </w:p>
    <w:p w14:paraId="7E73EDA9" w14:textId="77777777" w:rsidR="00A446C9" w:rsidRDefault="00A446C9" w:rsidP="0013135B">
      <w:pPr>
        <w:pStyle w:val="BodyText"/>
        <w:tabs>
          <w:tab w:val="left" w:pos="2835"/>
        </w:tabs>
      </w:pPr>
      <w:r>
        <w:t xml:space="preserve">Task </w:t>
      </w:r>
      <w:proofErr w:type="gramStart"/>
      <w:r>
        <w:t>Number</w:t>
      </w:r>
      <w:r w:rsidR="001C44A3">
        <w:tab/>
      </w:r>
      <w:r w:rsidR="001C44A3" w:rsidRPr="001C44A3">
        <w:rPr>
          <w:highlight w:val="yellow"/>
        </w:rPr>
        <w:t>?</w:t>
      </w:r>
      <w:proofErr w:type="gramEnd"/>
      <w:r w:rsidR="001C44A3" w:rsidRPr="001C44A3">
        <w:rPr>
          <w:highlight w:val="yellow"/>
        </w:rPr>
        <w:t>?</w:t>
      </w:r>
    </w:p>
    <w:p w14:paraId="4071712B" w14:textId="77777777" w:rsidR="00362CD9" w:rsidRDefault="00362CD9" w:rsidP="0013135B">
      <w:pPr>
        <w:pStyle w:val="BodyText"/>
        <w:tabs>
          <w:tab w:val="left" w:pos="2835"/>
        </w:tabs>
      </w:pPr>
      <w:r>
        <w:t>Author(s)</w:t>
      </w:r>
      <w:r w:rsidR="0013135B">
        <w:t xml:space="preserve"> / Submitter(s</w:t>
      </w:r>
      <w:proofErr w:type="gramStart"/>
      <w:r w:rsidR="0013135B">
        <w:t>)</w:t>
      </w:r>
      <w:r>
        <w:tab/>
      </w:r>
      <w:r w:rsidRPr="00362CD9">
        <w:rPr>
          <w:highlight w:val="yellow"/>
        </w:rPr>
        <w:t>?</w:t>
      </w:r>
      <w:proofErr w:type="gramEnd"/>
      <w:r w:rsidRPr="00362CD9">
        <w:rPr>
          <w:highlight w:val="yellow"/>
        </w:rPr>
        <w:t>?</w:t>
      </w:r>
    </w:p>
    <w:p w14:paraId="5B0F535D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75FE0155" w14:textId="77777777" w:rsidR="00A446C9" w:rsidRDefault="00A446C9" w:rsidP="00A446C9">
      <w:pPr>
        <w:pStyle w:val="Heading1"/>
      </w:pPr>
      <w:r>
        <w:t>Summary</w:t>
      </w:r>
    </w:p>
    <w:p w14:paraId="2C85FEF5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2B92D831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</w:t>
      </w:r>
      <w:proofErr w:type="gramStart"/>
      <w:r>
        <w:rPr>
          <w:lang w:eastAsia="de-DE"/>
        </w:rPr>
        <w:t>is meant to be used</w:t>
      </w:r>
      <w:proofErr w:type="gramEnd"/>
      <w:r>
        <w:rPr>
          <w:lang w:eastAsia="de-DE"/>
        </w:rPr>
        <w:t xml:space="preserve">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3B7CABD0" w14:textId="77777777" w:rsidR="00B56BDF" w:rsidRDefault="00134A8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14:paraId="38D8268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749D178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E10F37">
        <w:t xml:space="preserve"> or is it an information paper</w:t>
      </w:r>
      <w:r>
        <w:t>?</w:t>
      </w:r>
    </w:p>
    <w:p w14:paraId="45F5C1AF" w14:textId="77777777" w:rsidR="00B56BDF" w:rsidRDefault="00B56BDF" w:rsidP="00B56BDF">
      <w:pPr>
        <w:pStyle w:val="Heading2"/>
      </w:pPr>
      <w:r>
        <w:t>Related documents</w:t>
      </w:r>
    </w:p>
    <w:p w14:paraId="00142F4B" w14:textId="77777777" w:rsidR="00E55927" w:rsidRPr="00B56BDF" w:rsidRDefault="00E55927" w:rsidP="00E55927">
      <w:pPr>
        <w:pStyle w:val="BodyText"/>
      </w:pPr>
      <w:r>
        <w:t>Body text.</w:t>
      </w:r>
    </w:p>
    <w:p w14:paraId="2167061F" w14:textId="77777777" w:rsidR="00A446C9" w:rsidRDefault="00A446C9" w:rsidP="00A446C9">
      <w:pPr>
        <w:pStyle w:val="Heading1"/>
      </w:pPr>
      <w:r>
        <w:t>Background</w:t>
      </w:r>
    </w:p>
    <w:p w14:paraId="08629DBF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4A4A5844" w14:textId="77777777" w:rsidR="00A446C9" w:rsidRDefault="00A446C9" w:rsidP="00A446C9">
      <w:pPr>
        <w:pStyle w:val="Heading1"/>
      </w:pPr>
      <w:r>
        <w:t>Discussion</w:t>
      </w:r>
    </w:p>
    <w:p w14:paraId="2129052B" w14:textId="77777777" w:rsidR="00F25BF4" w:rsidRDefault="00F25BF4" w:rsidP="00A446C9">
      <w:pPr>
        <w:pStyle w:val="BodyText"/>
      </w:pPr>
      <w:r>
        <w:t>Develop as required.  (Body Text)</w:t>
      </w:r>
    </w:p>
    <w:p w14:paraId="3DB7FBA4" w14:textId="77777777" w:rsidR="00F25BF4" w:rsidRDefault="00F25BF4" w:rsidP="00F25BF4">
      <w:pPr>
        <w:pStyle w:val="Heading2"/>
      </w:pPr>
      <w:r>
        <w:t>Styles available (Heading 2)</w:t>
      </w:r>
    </w:p>
    <w:p w14:paraId="563DA52F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15F6D76A" w14:textId="77777777"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39B2C118" w14:textId="77777777" w:rsidR="00F25BF4" w:rsidRDefault="00F25BF4" w:rsidP="00F25BF4">
      <w:pPr>
        <w:pStyle w:val="equation"/>
        <w:ind w:left="6804" w:hanging="567"/>
      </w:pPr>
      <w:proofErr w:type="gramStart"/>
      <w:r>
        <w:t>please</w:t>
      </w:r>
      <w:proofErr w:type="gramEnd"/>
      <w:r>
        <w:t xml:space="preserve"> add title</w:t>
      </w:r>
    </w:p>
    <w:p w14:paraId="19A6896B" w14:textId="77777777" w:rsidR="00F25BF4" w:rsidRDefault="00F25BF4" w:rsidP="00783FEA">
      <w:pPr>
        <w:pStyle w:val="List1"/>
      </w:pPr>
      <w:proofErr w:type="gramStart"/>
      <w:r>
        <w:t>figures</w:t>
      </w:r>
      <w:proofErr w:type="gramEnd"/>
      <w:r>
        <w:t xml:space="preserve">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24F27D3A" w14:textId="77777777" w:rsidR="00783FEA" w:rsidRDefault="00E318F7" w:rsidP="00783FEA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 wp14:anchorId="2065C9DC" wp14:editId="7BFDC06E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AEC1F" w14:textId="77777777" w:rsidR="00F25BF4" w:rsidRDefault="00F25BF4" w:rsidP="00F25BF4">
      <w:pPr>
        <w:pStyle w:val="Figure"/>
      </w:pPr>
      <w:r>
        <w:t>Please add title</w:t>
      </w:r>
    </w:p>
    <w:p w14:paraId="6F0110C4" w14:textId="77777777" w:rsidR="00F25BF4" w:rsidRDefault="00783FEA" w:rsidP="00783FEA">
      <w:pPr>
        <w:pStyle w:val="List1"/>
      </w:pPr>
      <w:r>
        <w:br w:type="page"/>
      </w:r>
      <w:proofErr w:type="gramStart"/>
      <w:r w:rsidR="00F25BF4">
        <w:lastRenderedPageBreak/>
        <w:t>tables</w:t>
      </w:r>
      <w:proofErr w:type="gramEnd"/>
      <w:r w:rsidR="00F25BF4">
        <w:t xml:space="preserve">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14:paraId="16ED0F30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514DAE09" w14:textId="77777777" w:rsidTr="00783FEA">
        <w:tc>
          <w:tcPr>
            <w:tcW w:w="2463" w:type="dxa"/>
          </w:tcPr>
          <w:p w14:paraId="1F6C7224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E63906B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CA81B5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082D6A24" w14:textId="77777777" w:rsidR="00783FEA" w:rsidRDefault="00783FEA" w:rsidP="00783FEA">
            <w:pPr>
              <w:pStyle w:val="BodyText"/>
            </w:pPr>
          </w:p>
        </w:tc>
      </w:tr>
      <w:tr w:rsidR="00180DDA" w14:paraId="42144637" w14:textId="77777777" w:rsidTr="00783FEA">
        <w:tc>
          <w:tcPr>
            <w:tcW w:w="2463" w:type="dxa"/>
          </w:tcPr>
          <w:p w14:paraId="2C1A69A2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0C5347F1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1FBA51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DF95A91" w14:textId="77777777" w:rsidR="00783FEA" w:rsidRDefault="00783FEA" w:rsidP="00783FEA">
            <w:pPr>
              <w:pStyle w:val="BodyText"/>
            </w:pPr>
          </w:p>
        </w:tc>
      </w:tr>
      <w:tr w:rsidR="00180DDA" w14:paraId="3E092195" w14:textId="77777777" w:rsidTr="00783FEA">
        <w:tc>
          <w:tcPr>
            <w:tcW w:w="2463" w:type="dxa"/>
          </w:tcPr>
          <w:p w14:paraId="1ED6882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2731B6F4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39447B5E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133D9EFE" w14:textId="77777777" w:rsidR="00783FEA" w:rsidRDefault="00783FEA" w:rsidP="00783FEA">
            <w:pPr>
              <w:pStyle w:val="BodyText"/>
            </w:pPr>
          </w:p>
        </w:tc>
      </w:tr>
    </w:tbl>
    <w:p w14:paraId="7F5A2A84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411DFE8B" w14:textId="77777777" w:rsidR="001C44A3" w:rsidRDefault="001C44A3" w:rsidP="00F25BF4">
      <w:pPr>
        <w:pStyle w:val="Heading3"/>
      </w:pPr>
      <w:r>
        <w:t>Other styles available are:</w:t>
      </w:r>
    </w:p>
    <w:p w14:paraId="36BAE640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3B1FF13A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53761EF4" w14:textId="77777777" w:rsidR="003D69D0" w:rsidRPr="003D69D0" w:rsidRDefault="003D69D0" w:rsidP="003D69D0">
      <w:pPr>
        <w:pStyle w:val="BodyTextIndent2"/>
      </w:pPr>
      <w:r>
        <w:t>Body text indent 2</w:t>
      </w:r>
    </w:p>
    <w:p w14:paraId="758E4B28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14:paraId="6EE63989" w14:textId="77777777"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14:paraId="113A2E4A" w14:textId="77777777" w:rsidR="001C44A3" w:rsidRDefault="001C44A3" w:rsidP="001C44A3">
      <w:pPr>
        <w:pStyle w:val="Bullet2"/>
      </w:pPr>
      <w:r>
        <w:t>Bullet 2</w:t>
      </w:r>
    </w:p>
    <w:p w14:paraId="000E878E" w14:textId="77777777" w:rsidR="001C44A3" w:rsidRDefault="001C44A3" w:rsidP="001C44A3">
      <w:pPr>
        <w:pStyle w:val="Bullet2text"/>
      </w:pPr>
      <w:r>
        <w:t>Bullet 2 text</w:t>
      </w:r>
    </w:p>
    <w:p w14:paraId="48730EAE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0106F69E" w14:textId="77777777" w:rsidR="001C44A3" w:rsidRDefault="001C44A3" w:rsidP="001C44A3">
      <w:pPr>
        <w:pStyle w:val="Bullet3text"/>
      </w:pPr>
      <w:r>
        <w:t>Bullet 3 text</w:t>
      </w:r>
    </w:p>
    <w:p w14:paraId="032FBE81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14:paraId="59AC09B2" w14:textId="77777777" w:rsidR="00362CD9" w:rsidRDefault="00783FEA" w:rsidP="00362CD9">
      <w:pPr>
        <w:pStyle w:val="List1text"/>
      </w:pPr>
      <w:r>
        <w:t xml:space="preserve">This list can be restarted at 1 or set to another number by </w:t>
      </w:r>
      <w:proofErr w:type="gramStart"/>
      <w:r>
        <w:t>right-clicking</w:t>
      </w:r>
      <w:proofErr w:type="gramEnd"/>
      <w:r>
        <w:t xml:space="preserve"> on the text of the first list item. (</w:t>
      </w:r>
      <w:r w:rsidR="00362CD9">
        <w:t>List 1 text</w:t>
      </w:r>
      <w:r>
        <w:t>)</w:t>
      </w:r>
    </w:p>
    <w:p w14:paraId="37FCC4CC" w14:textId="77777777" w:rsidR="00362CD9" w:rsidRDefault="00362CD9" w:rsidP="00362CD9">
      <w:pPr>
        <w:pStyle w:val="List1indent1"/>
      </w:pPr>
      <w:r>
        <w:t>List 1 indent 1</w:t>
      </w:r>
    </w:p>
    <w:p w14:paraId="77168A24" w14:textId="77777777"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14:paraId="36BE8495" w14:textId="77777777" w:rsidR="00362CD9" w:rsidRDefault="00362CD9" w:rsidP="00362CD9">
      <w:pPr>
        <w:pStyle w:val="List1indent2"/>
      </w:pPr>
      <w:r>
        <w:t>List 1 indent 2</w:t>
      </w:r>
    </w:p>
    <w:p w14:paraId="45F12B8F" w14:textId="77777777" w:rsidR="00362CD9" w:rsidRPr="001C44A3" w:rsidRDefault="00362CD9" w:rsidP="00362CD9">
      <w:pPr>
        <w:pStyle w:val="List1indent2text"/>
      </w:pPr>
      <w:proofErr w:type="gramStart"/>
      <w:r>
        <w:t>List 1 indent</w:t>
      </w:r>
      <w:proofErr w:type="gramEnd"/>
      <w:r>
        <w:t xml:space="preserve"> 2 text</w:t>
      </w:r>
    </w:p>
    <w:p w14:paraId="5020E836" w14:textId="77777777" w:rsidR="00F25BF4" w:rsidRDefault="00F25BF4" w:rsidP="00F25BF4">
      <w:pPr>
        <w:pStyle w:val="Heading3"/>
      </w:pPr>
      <w:r>
        <w:t>Heading levels (Heading 3)</w:t>
      </w:r>
    </w:p>
    <w:p w14:paraId="1979429A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5BFCBF66" w14:textId="77777777" w:rsidR="00180DDA" w:rsidRDefault="00180DDA" w:rsidP="00A446C9">
      <w:pPr>
        <w:pStyle w:val="Heading1"/>
      </w:pPr>
      <w:r>
        <w:t>References</w:t>
      </w:r>
    </w:p>
    <w:p w14:paraId="0A478167" w14:textId="77777777" w:rsidR="00180DDA" w:rsidRDefault="00180DDA" w:rsidP="00180DDA">
      <w:pPr>
        <w:pStyle w:val="References"/>
      </w:pPr>
      <w:r>
        <w:t>Please add details</w:t>
      </w:r>
    </w:p>
    <w:p w14:paraId="743BFB9F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3C30ED3C" w14:textId="77777777" w:rsidR="00A446C9" w:rsidRDefault="00A446C9" w:rsidP="00A446C9">
      <w:pPr>
        <w:pStyle w:val="Heading1"/>
      </w:pPr>
      <w:r>
        <w:t>Action requested of the Committee</w:t>
      </w:r>
    </w:p>
    <w:p w14:paraId="3C09F4FB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65082762" w14:textId="77777777"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14:paraId="04DBD184" w14:textId="77777777"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14:paraId="0001728C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294242C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83C987C" w14:textId="77777777"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B28EFB" w14:textId="77777777" w:rsidR="000005D3" w:rsidRDefault="000005D3" w:rsidP="000005D3">
      <w:pPr>
        <w:pStyle w:val="Annex"/>
      </w:pPr>
      <w:proofErr w:type="gramStart"/>
      <w:r>
        <w:lastRenderedPageBreak/>
        <w:t>........</w:t>
      </w:r>
      <w:proofErr w:type="gramEnd"/>
    </w:p>
    <w:p w14:paraId="48242D64" w14:textId="77777777" w:rsidR="000005D3" w:rsidRDefault="000005D3" w:rsidP="000005D3">
      <w:pPr>
        <w:pStyle w:val="AnnexHeading1"/>
      </w:pPr>
      <w:r>
        <w:t>Annex Heading 1</w:t>
      </w:r>
    </w:p>
    <w:p w14:paraId="2EEE38FC" w14:textId="77777777" w:rsidR="004D1D85" w:rsidRDefault="004D1D85" w:rsidP="004D1D85">
      <w:pPr>
        <w:pStyle w:val="AnnexHeading2"/>
      </w:pPr>
      <w:r>
        <w:t>Annex heading 2</w:t>
      </w:r>
    </w:p>
    <w:p w14:paraId="040CE55B" w14:textId="77777777" w:rsidR="004D1D85" w:rsidRPr="004D1D85" w:rsidRDefault="004D1D85" w:rsidP="004D1D85">
      <w:pPr>
        <w:pStyle w:val="AnnexHeading3"/>
      </w:pPr>
      <w:r>
        <w:t>Annex heading 3</w:t>
      </w:r>
    </w:p>
    <w:p w14:paraId="7DC7844F" w14:textId="77777777" w:rsidR="004D1D85" w:rsidRDefault="004D1D85" w:rsidP="004D1D85">
      <w:pPr>
        <w:pStyle w:val="BodyText"/>
      </w:pPr>
    </w:p>
    <w:p w14:paraId="6A2BCA00" w14:textId="77777777" w:rsidR="004D1D85" w:rsidRPr="004D1D85" w:rsidRDefault="004D1D85" w:rsidP="004D1D85">
      <w:pPr>
        <w:pStyle w:val="BodyText"/>
      </w:pPr>
    </w:p>
    <w:p w14:paraId="2CF15338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112506E" w14:textId="77777777" w:rsidR="000005D3" w:rsidRDefault="000005D3" w:rsidP="000005D3">
      <w:pPr>
        <w:pStyle w:val="Appendix"/>
      </w:pPr>
      <w:proofErr w:type="gramStart"/>
      <w:r>
        <w:lastRenderedPageBreak/>
        <w:t>........</w:t>
      </w:r>
      <w:proofErr w:type="gramEnd"/>
    </w:p>
    <w:p w14:paraId="76A45191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8DA1E11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02C0255B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1AFE6" w14:textId="77777777" w:rsidR="006F0F0B" w:rsidRDefault="006F0F0B" w:rsidP="00362CD9">
      <w:r>
        <w:separator/>
      </w:r>
    </w:p>
  </w:endnote>
  <w:endnote w:type="continuationSeparator" w:id="0">
    <w:p w14:paraId="79925FA4" w14:textId="77777777" w:rsidR="006F0F0B" w:rsidRDefault="006F0F0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2D12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3135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C460E" w14:textId="77777777" w:rsidR="006F0F0B" w:rsidRDefault="006F0F0B" w:rsidP="00362CD9">
      <w:r>
        <w:separator/>
      </w:r>
    </w:p>
  </w:footnote>
  <w:footnote w:type="continuationSeparator" w:id="0">
    <w:p w14:paraId="2042454A" w14:textId="77777777" w:rsidR="006F0F0B" w:rsidRDefault="006F0F0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3526" w14:textId="77777777" w:rsidR="00D55207" w:rsidRDefault="00770B6C" w:rsidP="005E262D">
    <w:pPr>
      <w:pStyle w:val="Header"/>
      <w:jc w:val="right"/>
    </w:pPr>
    <w:r>
      <w:t>EEP</w:t>
    </w:r>
    <w:r w:rsidR="006F0F0B">
      <w:t>20</w:t>
    </w:r>
    <w:r w:rsidR="00A0389B">
      <w:t>/</w:t>
    </w:r>
    <w:r w:rsidR="00AA2811" w:rsidRPr="00AA2811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0B"/>
    <w:rsid w:val="000005D3"/>
    <w:rsid w:val="0004700E"/>
    <w:rsid w:val="00070C13"/>
    <w:rsid w:val="00084F33"/>
    <w:rsid w:val="000A77A7"/>
    <w:rsid w:val="000C1B3E"/>
    <w:rsid w:val="0013135B"/>
    <w:rsid w:val="00134A8F"/>
    <w:rsid w:val="001417C7"/>
    <w:rsid w:val="00177F4D"/>
    <w:rsid w:val="00180DDA"/>
    <w:rsid w:val="001B2A2D"/>
    <w:rsid w:val="001B737D"/>
    <w:rsid w:val="001C44A3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42E5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5DFE"/>
    <w:rsid w:val="006B5404"/>
    <w:rsid w:val="006C5948"/>
    <w:rsid w:val="006F0F0B"/>
    <w:rsid w:val="006F2A74"/>
    <w:rsid w:val="007118F5"/>
    <w:rsid w:val="00712AA4"/>
    <w:rsid w:val="00721AA1"/>
    <w:rsid w:val="00735A82"/>
    <w:rsid w:val="007547F8"/>
    <w:rsid w:val="00765622"/>
    <w:rsid w:val="00770B6C"/>
    <w:rsid w:val="00783FEA"/>
    <w:rsid w:val="007C7AA7"/>
    <w:rsid w:val="007E44A9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446C9"/>
    <w:rsid w:val="00A635D6"/>
    <w:rsid w:val="00A8553A"/>
    <w:rsid w:val="00A93AED"/>
    <w:rsid w:val="00AA2811"/>
    <w:rsid w:val="00B226F2"/>
    <w:rsid w:val="00B274DF"/>
    <w:rsid w:val="00B56BDF"/>
    <w:rsid w:val="00B56C85"/>
    <w:rsid w:val="00B779DD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7ACE"/>
    <w:rsid w:val="00C87C6D"/>
    <w:rsid w:val="00CA662A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318F7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C1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EEP%20Committee%20input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EEP Committee input paper.dotx</Template>
  <TotalTime>3</TotalTime>
  <Pages>4</Pages>
  <Words>344</Words>
  <Characters>1965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2012-12-17T18:40:00Z</dcterms:created>
  <dcterms:modified xsi:type="dcterms:W3CDTF">2012-12-19T15:11:00Z</dcterms:modified>
</cp:coreProperties>
</file>